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F8" w:rsidRDefault="009A14F8">
      <w:pPr>
        <w:jc w:val="center"/>
        <w:rPr>
          <w:b/>
          <w:bCs/>
        </w:rPr>
      </w:pPr>
      <w:r>
        <w:rPr>
          <w:b/>
          <w:bCs/>
        </w:rPr>
        <w:t xml:space="preserve">PROGRAMMA DI </w:t>
      </w:r>
      <w:r w:rsidRPr="000E069D">
        <w:rPr>
          <w:b/>
          <w:bCs/>
          <w:i/>
        </w:rPr>
        <w:t>STAGE</w:t>
      </w:r>
    </w:p>
    <w:p w:rsidR="009A14F8" w:rsidRDefault="009A14F8">
      <w:pPr>
        <w:pStyle w:val="Heading1"/>
      </w:pPr>
      <w:r>
        <w:t>CORTE COSTITUZIONALE – UNIVERSITA’</w:t>
      </w:r>
    </w:p>
    <w:p w:rsidR="009A14F8" w:rsidRDefault="009A14F8">
      <w:pPr>
        <w:jc w:val="center"/>
        <w:rPr>
          <w:b/>
          <w:bCs/>
        </w:rPr>
      </w:pPr>
    </w:p>
    <w:p w:rsidR="009A14F8" w:rsidRDefault="009A14F8">
      <w:pPr>
        <w:pStyle w:val="Heading2"/>
      </w:pPr>
      <w:r>
        <w:t>MODULO DI DOMANDA</w:t>
      </w:r>
    </w:p>
    <w:p w:rsidR="009A14F8" w:rsidRDefault="009A14F8"/>
    <w:p w:rsidR="009A14F8" w:rsidRDefault="009A14F8">
      <w:pPr>
        <w:pStyle w:val="BodyText2"/>
      </w:pPr>
      <w:r>
        <w:tab/>
        <w:t xml:space="preserve">Il/La sottoscritto/a chiede di partecipare alle selezioni per lo svolgimento del periodo di </w:t>
      </w:r>
      <w:r w:rsidRPr="000E069D">
        <w:rPr>
          <w:i/>
        </w:rPr>
        <w:t>stage</w:t>
      </w:r>
      <w:r>
        <w:t xml:space="preserve"> presso la Corte costituzionale, per la sessione 2017-2018.</w:t>
      </w:r>
    </w:p>
    <w:p w:rsidR="009A14F8" w:rsidRDefault="009A14F8">
      <w:pPr>
        <w:jc w:val="both"/>
      </w:pPr>
    </w:p>
    <w:p w:rsidR="009A14F8" w:rsidRDefault="009A14F8">
      <w:pPr>
        <w:jc w:val="both"/>
      </w:pPr>
      <w:r>
        <w:tab/>
        <w:t xml:space="preserve">A tal fine, consapevole delle sanzioni penali previste dall’art. 76 del d.P.R. 28 dicembre 2000, n. 445, e successive modificazioni, per le ipotesi di falsità in atti e dichiarazioni mendaci ivi indicate, </w:t>
      </w:r>
    </w:p>
    <w:p w:rsidR="009A14F8" w:rsidRDefault="009A14F8">
      <w:pPr>
        <w:pStyle w:val="Heading1"/>
      </w:pPr>
      <w:r>
        <w:t>DICHIARA</w:t>
      </w:r>
    </w:p>
    <w:p w:rsidR="009A14F8" w:rsidRPr="005C5FA6" w:rsidRDefault="009A14F8" w:rsidP="005C5FA6"/>
    <w:p w:rsidR="009A14F8" w:rsidRDefault="009A14F8">
      <w:pPr>
        <w:rPr>
          <w:sz w:val="22"/>
        </w:rPr>
      </w:pPr>
      <w:r>
        <w:rPr>
          <w:sz w:val="22"/>
        </w:rPr>
        <w:t>COGNOME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 xml:space="preserve">NOME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DATA DI NASCITA</w:t>
      </w:r>
      <w:r>
        <w:rPr>
          <w:sz w:val="22"/>
        </w:rPr>
        <w:tab/>
        <w:t>__________LUOGO DI NASCITA__________________________ PROV. 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CODICE FISCALE</w:t>
      </w:r>
      <w:r>
        <w:rPr>
          <w:sz w:val="22"/>
        </w:rPr>
        <w:tab/>
        <w:t>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RESIDENTE A</w:t>
      </w:r>
      <w:r>
        <w:rPr>
          <w:sz w:val="22"/>
        </w:rPr>
        <w:tab/>
      </w:r>
      <w:r>
        <w:rPr>
          <w:sz w:val="22"/>
        </w:rPr>
        <w:tab/>
        <w:t>________________________________ PROV. ________ CAP 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 N. 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CITTADINANZA</w:t>
      </w:r>
      <w:r>
        <w:rPr>
          <w:sz w:val="22"/>
        </w:rPr>
        <w:tab/>
        <w:t>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TELEFONO</w:t>
      </w:r>
      <w:r>
        <w:rPr>
          <w:sz w:val="22"/>
        </w:rPr>
        <w:tab/>
        <w:t>________________ CELL. _____________________EMAIL________________________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 xml:space="preserve">DI ESSERE IN POSSESSO DEI SEGUENTI REQUISITI DI PARTECIPAZIONE: </w:t>
      </w:r>
    </w:p>
    <w:p w:rsidR="009A14F8" w:rsidRDefault="009A14F8">
      <w:pPr>
        <w:rPr>
          <w:sz w:val="22"/>
        </w:rPr>
      </w:pPr>
    </w:p>
    <w:p w:rsidR="009A14F8" w:rsidRDefault="009A14F8" w:rsidP="00860E90">
      <w:pPr>
        <w:tabs>
          <w:tab w:val="left" w:pos="142"/>
        </w:tabs>
        <w:spacing w:line="360" w:lineRule="auto"/>
        <w:rPr>
          <w:sz w:val="22"/>
          <w:u w:val="single"/>
        </w:rPr>
      </w:pPr>
      <w:r>
        <w:rPr>
          <w:sz w:val="22"/>
        </w:rPr>
        <w:tab/>
        <w:t>‫</w:t>
      </w:r>
      <w:r w:rsidRPr="00860E90">
        <w:rPr>
          <w:sz w:val="36"/>
          <w:szCs w:val="36"/>
        </w:rPr>
        <w:t>□</w:t>
      </w:r>
      <w:r>
        <w:rPr>
          <w:sz w:val="22"/>
        </w:rPr>
        <w:tab/>
      </w:r>
      <w:r w:rsidRPr="003900D9">
        <w:rPr>
          <w:sz w:val="22"/>
        </w:rPr>
        <w:t>LAUREA IN  _________________________________________</w:t>
      </w:r>
      <w:r>
        <w:rPr>
          <w:sz w:val="22"/>
          <w:u w:val="single"/>
        </w:rPr>
        <w:t xml:space="preserve">    </w:t>
      </w:r>
    </w:p>
    <w:p w:rsidR="009A14F8" w:rsidRDefault="009A14F8" w:rsidP="00FF569D">
      <w:pPr>
        <w:tabs>
          <w:tab w:val="left" w:pos="142"/>
        </w:tabs>
        <w:ind w:left="425"/>
        <w:rPr>
          <w:sz w:val="22"/>
        </w:rPr>
      </w:pPr>
      <w:r>
        <w:rPr>
          <w:sz w:val="22"/>
        </w:rPr>
        <w:t xml:space="preserve">     votazione ____________</w:t>
      </w:r>
    </w:p>
    <w:p w:rsidR="009A14F8" w:rsidRPr="00501E1B" w:rsidRDefault="009A14F8" w:rsidP="00FF569D">
      <w:pPr>
        <w:tabs>
          <w:tab w:val="left" w:pos="142"/>
        </w:tabs>
        <w:ind w:left="425"/>
        <w:rPr>
          <w:sz w:val="12"/>
          <w:szCs w:val="12"/>
        </w:rPr>
      </w:pPr>
    </w:p>
    <w:p w:rsidR="009A14F8" w:rsidRPr="00501E1B" w:rsidRDefault="009A14F8" w:rsidP="00501E1B">
      <w:pPr>
        <w:tabs>
          <w:tab w:val="left" w:pos="142"/>
        </w:tabs>
        <w:spacing w:line="360" w:lineRule="auto"/>
        <w:rPr>
          <w:sz w:val="22"/>
        </w:rPr>
      </w:pPr>
      <w:r w:rsidRPr="00501E1B">
        <w:rPr>
          <w:sz w:val="22"/>
        </w:rPr>
        <w:t xml:space="preserve">            media </w:t>
      </w:r>
      <w:r>
        <w:rPr>
          <w:sz w:val="22"/>
        </w:rPr>
        <w:t xml:space="preserve">dei </w:t>
      </w:r>
      <w:r w:rsidRPr="00501E1B">
        <w:rPr>
          <w:sz w:val="22"/>
        </w:rPr>
        <w:t xml:space="preserve">voti </w:t>
      </w:r>
      <w:r>
        <w:rPr>
          <w:sz w:val="22"/>
        </w:rPr>
        <w:t>degli</w:t>
      </w:r>
      <w:r w:rsidRPr="00501E1B">
        <w:rPr>
          <w:sz w:val="22"/>
        </w:rPr>
        <w:t xml:space="preserve"> esami</w:t>
      </w:r>
      <w:r>
        <w:rPr>
          <w:sz w:val="22"/>
        </w:rPr>
        <w:t xml:space="preserve"> sostenuti________________</w:t>
      </w:r>
      <w:r w:rsidRPr="00501E1B">
        <w:rPr>
          <w:sz w:val="22"/>
        </w:rPr>
        <w:t xml:space="preserve">                         </w:t>
      </w:r>
    </w:p>
    <w:p w:rsidR="009A14F8" w:rsidRDefault="009A14F8" w:rsidP="00FF569D">
      <w:pPr>
        <w:spacing w:line="360" w:lineRule="auto"/>
        <w:ind w:left="425"/>
        <w:rPr>
          <w:sz w:val="22"/>
        </w:rPr>
      </w:pPr>
      <w:r>
        <w:rPr>
          <w:sz w:val="22"/>
        </w:rPr>
        <w:t xml:space="preserve">     tesi di laurea in ______________________________________</w:t>
      </w:r>
    </w:p>
    <w:p w:rsidR="009A14F8" w:rsidRDefault="009A14F8" w:rsidP="00FF569D">
      <w:pPr>
        <w:ind w:left="426"/>
        <w:rPr>
          <w:sz w:val="22"/>
        </w:rPr>
      </w:pPr>
      <w:r>
        <w:rPr>
          <w:sz w:val="22"/>
        </w:rPr>
        <w:t xml:space="preserve">     titolo 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 xml:space="preserve">    </w:t>
      </w:r>
      <w:r w:rsidRPr="00860E90">
        <w:rPr>
          <w:sz w:val="36"/>
          <w:szCs w:val="36"/>
        </w:rPr>
        <w:t>□</w:t>
      </w:r>
      <w:r>
        <w:rPr>
          <w:sz w:val="22"/>
        </w:rPr>
        <w:tab/>
      </w:r>
      <w:r w:rsidRPr="00F9451B">
        <w:rPr>
          <w:sz w:val="22"/>
        </w:rPr>
        <w:t>DI ESSERE ATTUALME</w:t>
      </w:r>
      <w:r>
        <w:rPr>
          <w:sz w:val="22"/>
        </w:rPr>
        <w:t>NTE ISCRITTO/A  o  di AVER TERMI</w:t>
      </w:r>
      <w:r w:rsidRPr="00F9451B">
        <w:rPr>
          <w:sz w:val="22"/>
        </w:rPr>
        <w:t>NATO ( indicare se in corso o terminato)</w:t>
      </w:r>
      <w:r>
        <w:rPr>
          <w:sz w:val="22"/>
        </w:rPr>
        <w:t xml:space="preserve">: </w:t>
      </w:r>
      <w:r w:rsidRPr="00235EBC">
        <w:rPr>
          <w:b/>
          <w:sz w:val="22"/>
        </w:rPr>
        <w:t>dottorato di ricerca</w:t>
      </w:r>
      <w:r>
        <w:rPr>
          <w:b/>
          <w:sz w:val="22"/>
        </w:rPr>
        <w:t xml:space="preserve">   </w:t>
      </w:r>
      <w:r w:rsidRPr="00235EBC">
        <w:rPr>
          <w:b/>
          <w:sz w:val="22"/>
        </w:rPr>
        <w:t xml:space="preserve">/ </w:t>
      </w:r>
      <w:r>
        <w:rPr>
          <w:b/>
          <w:sz w:val="22"/>
        </w:rPr>
        <w:t xml:space="preserve"> </w:t>
      </w:r>
      <w:r w:rsidRPr="00235EBC">
        <w:rPr>
          <w:b/>
          <w:sz w:val="22"/>
        </w:rPr>
        <w:t>scuola di specializzazione</w:t>
      </w:r>
      <w:r>
        <w:rPr>
          <w:b/>
          <w:sz w:val="22"/>
        </w:rPr>
        <w:t xml:space="preserve">  </w:t>
      </w:r>
      <w:r w:rsidRPr="00235EBC">
        <w:rPr>
          <w:b/>
          <w:sz w:val="22"/>
        </w:rPr>
        <w:t>/</w:t>
      </w:r>
      <w:r>
        <w:rPr>
          <w:b/>
          <w:sz w:val="22"/>
        </w:rPr>
        <w:t xml:space="preserve">  </w:t>
      </w:r>
      <w:r w:rsidRPr="00235EBC">
        <w:rPr>
          <w:b/>
          <w:sz w:val="22"/>
        </w:rPr>
        <w:t>master</w:t>
      </w:r>
      <w:r>
        <w:rPr>
          <w:sz w:val="22"/>
        </w:rPr>
        <w:t xml:space="preserve"> (cerchiare la corretta categoria)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concernente 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presso __________________________________________________________________________________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</w:p>
    <w:p w:rsidR="009A14F8" w:rsidRDefault="009A14F8" w:rsidP="00D04FBB">
      <w:pPr>
        <w:tabs>
          <w:tab w:val="left" w:pos="284"/>
        </w:tabs>
        <w:jc w:val="both"/>
        <w:rPr>
          <w:sz w:val="22"/>
        </w:rPr>
      </w:pPr>
      <w:r>
        <w:rPr>
          <w:sz w:val="36"/>
          <w:szCs w:val="36"/>
        </w:rPr>
        <w:t xml:space="preserve">   </w:t>
      </w:r>
      <w:r w:rsidRPr="00860E90">
        <w:rPr>
          <w:sz w:val="36"/>
          <w:szCs w:val="36"/>
        </w:rPr>
        <w:t>□</w:t>
      </w:r>
      <w:r>
        <w:rPr>
          <w:sz w:val="22"/>
        </w:rPr>
        <w:tab/>
        <w:t>DI AVERE ADEGUATA CONOSCENZA DELLE SEGUENTI LINGUE STRANIERE NELL’AMBITO DELLE PRINCIPALI AREE EUROPEE:</w:t>
      </w:r>
    </w:p>
    <w:p w:rsidR="009A14F8" w:rsidRDefault="009A14F8" w:rsidP="00D04FBB">
      <w:pPr>
        <w:jc w:val="both"/>
        <w:rPr>
          <w:sz w:val="22"/>
        </w:rPr>
      </w:pPr>
    </w:p>
    <w:p w:rsidR="009A14F8" w:rsidRDefault="009A14F8" w:rsidP="00D04FBB">
      <w:pPr>
        <w:jc w:val="both"/>
        <w:rPr>
          <w:sz w:val="22"/>
        </w:rPr>
      </w:pPr>
      <w:r>
        <w:rPr>
          <w:sz w:val="22"/>
        </w:rPr>
        <w:t>_______________________________ ; ___________________________; 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</w:p>
    <w:p w:rsidR="009A14F8" w:rsidRDefault="009A14F8" w:rsidP="00E0309E">
      <w:pPr>
        <w:jc w:val="both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 xml:space="preserve">DI ESSERE ATTUALMENTE BENEFICIARIO/A DELLA SEGUENTE BORSA DI STUDIO: 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  <w:r>
        <w:rPr>
          <w:sz w:val="22"/>
        </w:rPr>
        <w:t>presso _________________________________________________________________________________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>
      <w:pPr>
        <w:rPr>
          <w:sz w:val="22"/>
        </w:rPr>
      </w:pPr>
    </w:p>
    <w:p w:rsidR="009A14F8" w:rsidRDefault="009A14F8" w:rsidP="00E0309E">
      <w:pPr>
        <w:spacing w:line="360" w:lineRule="auto"/>
        <w:jc w:val="both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>DI ESSERE IN POSSESSO DEI SEGUENTI ALTRI TITOLI ACCADEMICI COMUNQUE RILASCIATI DA UNIVERSITA’: __________________________________________________________</w:t>
      </w:r>
    </w:p>
    <w:p w:rsidR="009A14F8" w:rsidRDefault="009A14F8" w:rsidP="00A71EFD">
      <w:pPr>
        <w:spacing w:line="360" w:lineRule="auto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9A14F8" w:rsidRDefault="009A14F8">
      <w:pPr>
        <w:rPr>
          <w:sz w:val="22"/>
        </w:rPr>
      </w:pPr>
    </w:p>
    <w:p w:rsidR="009A14F8" w:rsidRDefault="009A14F8" w:rsidP="002A254E">
      <w:pPr>
        <w:jc w:val="both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</w:r>
      <w:r w:rsidRPr="002A254E">
        <w:rPr>
          <w:sz w:val="22"/>
        </w:rPr>
        <w:t>DI AVER SVOLTO, DOPO IL CONSEGUI</w:t>
      </w:r>
      <w:r>
        <w:rPr>
          <w:sz w:val="22"/>
        </w:rPr>
        <w:t xml:space="preserve">MENTO DEL DIPLOMA DI LAUREA, LE </w:t>
      </w:r>
      <w:r w:rsidRPr="002A254E">
        <w:rPr>
          <w:sz w:val="22"/>
        </w:rPr>
        <w:t>SEGUENTI ATTIVITÀ</w:t>
      </w:r>
      <w:r>
        <w:rPr>
          <w:sz w:val="22"/>
        </w:rPr>
        <w:t xml:space="preserve"> O AVER CONSEGUITO I SEGUENTI TITOLI</w:t>
      </w:r>
      <w:r w:rsidRPr="002A254E">
        <w:rPr>
          <w:sz w:val="22"/>
        </w:rPr>
        <w:t>:</w:t>
      </w:r>
    </w:p>
    <w:p w:rsidR="009A14F8" w:rsidRPr="002A254E" w:rsidRDefault="009A14F8" w:rsidP="002A254E">
      <w:pPr>
        <w:jc w:val="both"/>
        <w:rPr>
          <w:sz w:val="22"/>
        </w:rPr>
      </w:pP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Conseguimento</w:t>
      </w:r>
      <w:r>
        <w:rPr>
          <w:sz w:val="22"/>
        </w:rPr>
        <w:t xml:space="preserve"> </w:t>
      </w:r>
      <w:r w:rsidRPr="002A254E">
        <w:rPr>
          <w:sz w:val="22"/>
        </w:rPr>
        <w:t>abilitazione alla professione di avvocato</w:t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forense</w:t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notarile</w:t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Partecipazione a seminari/stage/corsi</w:t>
      </w:r>
      <w:r>
        <w:rPr>
          <w:rStyle w:val="FootnoteReference"/>
          <w:sz w:val="22"/>
        </w:rPr>
        <w:footnoteReference w:id="1"/>
      </w:r>
      <w:r w:rsidRPr="002A254E">
        <w:rPr>
          <w:sz w:val="22"/>
        </w:rPr>
        <w:t xml:space="preserve"> </w:t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Contratto integrativo alla didattica</w:t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 xml:space="preserve"> Cultore della materia in _____________________       </w:t>
      </w:r>
    </w:p>
    <w:p w:rsidR="009A14F8" w:rsidRDefault="009A14F8" w:rsidP="005C5FA6">
      <w:pPr>
        <w:ind w:left="1134"/>
        <w:rPr>
          <w:sz w:val="22"/>
        </w:rPr>
      </w:pPr>
      <w:r w:rsidRPr="002A254E">
        <w:rPr>
          <w:sz w:val="22"/>
        </w:rPr>
        <w:t xml:space="preserve"> Assegnista di ricerca  in _____________________ </w:t>
      </w:r>
    </w:p>
    <w:p w:rsidR="009A14F8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>
        <w:rPr>
          <w:sz w:val="22"/>
        </w:rPr>
        <w:t xml:space="preserve"> D</w:t>
      </w:r>
      <w:r w:rsidRPr="005C5FA6">
        <w:rPr>
          <w:sz w:val="22"/>
        </w:rPr>
        <w:t>i essere autore di pubblicazioni</w:t>
      </w:r>
      <w:r>
        <w:rPr>
          <w:rStyle w:val="FootnoteReference"/>
          <w:sz w:val="22"/>
        </w:rPr>
        <w:footnoteReference w:id="2"/>
      </w:r>
    </w:p>
    <w:p w:rsidR="009A14F8" w:rsidRPr="002A254E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 w:rsidRPr="005C5FA6">
        <w:t xml:space="preserve"> </w:t>
      </w:r>
      <w:r>
        <w:rPr>
          <w:sz w:val="22"/>
        </w:rPr>
        <w:t>D</w:t>
      </w:r>
      <w:r w:rsidRPr="005C5FA6">
        <w:rPr>
          <w:sz w:val="22"/>
        </w:rPr>
        <w:t>i essere in possesso di attestato di conoscenza di lingue straniere</w:t>
      </w:r>
      <w:r>
        <w:rPr>
          <w:rStyle w:val="FootnoteReference"/>
          <w:sz w:val="22"/>
        </w:rPr>
        <w:footnoteReference w:id="3"/>
      </w:r>
    </w:p>
    <w:p w:rsidR="009A14F8" w:rsidRDefault="009A14F8" w:rsidP="005C5FA6">
      <w:pPr>
        <w:ind w:left="1134"/>
        <w:rPr>
          <w:sz w:val="22"/>
        </w:rPr>
      </w:pPr>
      <w:r w:rsidRPr="002A254E">
        <w:rPr>
          <w:sz w:val="22"/>
        </w:rPr>
        <w:t> Altra attività</w:t>
      </w:r>
      <w:r>
        <w:rPr>
          <w:rStyle w:val="FootnoteReference"/>
          <w:sz w:val="22"/>
        </w:rPr>
        <w:footnoteReference w:id="4"/>
      </w:r>
    </w:p>
    <w:p w:rsidR="009A14F8" w:rsidRDefault="009A14F8">
      <w:pPr>
        <w:rPr>
          <w:sz w:val="22"/>
        </w:rPr>
      </w:pPr>
    </w:p>
    <w:p w:rsidR="009A14F8" w:rsidRDefault="009A14F8">
      <w:pPr>
        <w:pStyle w:val="BodyText"/>
      </w:pPr>
      <w:r>
        <w:t>■</w:t>
      </w:r>
      <w:r>
        <w:tab/>
        <w:t>di autorizzare, ai sensi della normativa vigente, l’Università/Istituto e la Corte costituzionale al trattamento dei dati personali, anche con strumenti informatici, ai soli fini della gestione della procedura di selezione.</w:t>
      </w:r>
    </w:p>
    <w:p w:rsidR="009A14F8" w:rsidRDefault="009A14F8">
      <w:pPr>
        <w:rPr>
          <w:sz w:val="22"/>
        </w:rPr>
      </w:pPr>
    </w:p>
    <w:p w:rsidR="009A14F8" w:rsidRDefault="009A14F8">
      <w:pPr>
        <w:jc w:val="both"/>
        <w:rPr>
          <w:sz w:val="22"/>
        </w:rPr>
      </w:pPr>
      <w:r>
        <w:rPr>
          <w:sz w:val="22"/>
        </w:rPr>
        <w:t>Il/La sottoscritto/a chiede che eventuali comunicazioni relative alla presente procedura di selezione, gli/le vengano trasmesse al seguente indirizzo:</w:t>
      </w:r>
    </w:p>
    <w:p w:rsidR="009A14F8" w:rsidRDefault="009A14F8">
      <w:pPr>
        <w:jc w:val="both"/>
        <w:rPr>
          <w:sz w:val="22"/>
        </w:rPr>
      </w:pPr>
    </w:p>
    <w:p w:rsidR="009A14F8" w:rsidRDefault="009A14F8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________________________________________________________________________</w:t>
      </w:r>
    </w:p>
    <w:p w:rsidR="009A14F8" w:rsidRDefault="009A14F8">
      <w:pPr>
        <w:jc w:val="both"/>
        <w:rPr>
          <w:sz w:val="22"/>
        </w:rPr>
      </w:pPr>
    </w:p>
    <w:p w:rsidR="009A14F8" w:rsidRDefault="009A14F8">
      <w:pPr>
        <w:jc w:val="both"/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 N. ____________</w:t>
      </w:r>
    </w:p>
    <w:p w:rsidR="009A14F8" w:rsidRDefault="009A14F8">
      <w:pPr>
        <w:jc w:val="both"/>
        <w:rPr>
          <w:sz w:val="22"/>
        </w:rPr>
      </w:pPr>
    </w:p>
    <w:p w:rsidR="009A14F8" w:rsidRDefault="009A14F8">
      <w:pPr>
        <w:jc w:val="both"/>
        <w:rPr>
          <w:sz w:val="22"/>
        </w:rPr>
      </w:pPr>
      <w:r>
        <w:rPr>
          <w:sz w:val="22"/>
        </w:rPr>
        <w:t>CITTA’</w:t>
      </w:r>
      <w:r>
        <w:rPr>
          <w:sz w:val="22"/>
        </w:rPr>
        <w:tab/>
        <w:t>________________________________________ PROV. ________ CAP _____________</w:t>
      </w:r>
    </w:p>
    <w:p w:rsidR="009A14F8" w:rsidRDefault="009A14F8">
      <w:pPr>
        <w:jc w:val="both"/>
        <w:rPr>
          <w:sz w:val="22"/>
        </w:rPr>
      </w:pPr>
    </w:p>
    <w:p w:rsidR="009A14F8" w:rsidRDefault="009A14F8">
      <w:pPr>
        <w:jc w:val="both"/>
        <w:rPr>
          <w:sz w:val="20"/>
        </w:rPr>
      </w:pPr>
      <w:r>
        <w:rPr>
          <w:sz w:val="20"/>
        </w:rPr>
        <w:t>Il/La sottoscritto/a allega alla presente domanda:</w:t>
      </w:r>
    </w:p>
    <w:p w:rsidR="009A14F8" w:rsidRDefault="009A14F8">
      <w:pPr>
        <w:jc w:val="both"/>
        <w:rPr>
          <w:sz w:val="20"/>
        </w:rPr>
      </w:pPr>
    </w:p>
    <w:p w:rsidR="009A14F8" w:rsidRDefault="009A14F8">
      <w:pPr>
        <w:numPr>
          <w:ilvl w:val="0"/>
          <w:numId w:val="1"/>
        </w:numPr>
        <w:jc w:val="both"/>
        <w:rPr>
          <w:sz w:val="20"/>
        </w:rPr>
      </w:pPr>
      <w:r w:rsidRPr="00CC52D0">
        <w:rPr>
          <w:i/>
          <w:sz w:val="20"/>
        </w:rPr>
        <w:t>curriculum</w:t>
      </w:r>
      <w:r>
        <w:rPr>
          <w:sz w:val="20"/>
        </w:rPr>
        <w:t>;</w:t>
      </w:r>
    </w:p>
    <w:p w:rsidR="009A14F8" w:rsidRDefault="009A14F8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certificati dei corsi di studi con la votazione degli esami sostenuti e con la votazione finale di laurea conseguita;</w:t>
      </w:r>
    </w:p>
    <w:p w:rsidR="009A14F8" w:rsidRPr="000E069D" w:rsidRDefault="009A14F8">
      <w:pPr>
        <w:numPr>
          <w:ilvl w:val="0"/>
          <w:numId w:val="1"/>
        </w:numPr>
        <w:jc w:val="both"/>
        <w:rPr>
          <w:sz w:val="20"/>
          <w:szCs w:val="20"/>
        </w:rPr>
      </w:pPr>
      <w:r w:rsidRPr="000E069D">
        <w:rPr>
          <w:sz w:val="20"/>
          <w:szCs w:val="20"/>
        </w:rPr>
        <w:t>certificati attestanti i titoli professionali e scientifici posseduti, con particolare riguardo a quelli concernenti le tematiche proprie del diritto costituzionale e della giustizia costituzionale</w:t>
      </w:r>
      <w:r>
        <w:rPr>
          <w:sz w:val="20"/>
          <w:szCs w:val="20"/>
        </w:rPr>
        <w:t>; copia dei certificati attestanti le conoscenze linguistiche.</w:t>
      </w:r>
    </w:p>
    <w:p w:rsidR="009A14F8" w:rsidRDefault="009A14F8">
      <w:pPr>
        <w:jc w:val="both"/>
        <w:rPr>
          <w:sz w:val="16"/>
          <w:szCs w:val="16"/>
        </w:rPr>
      </w:pPr>
    </w:p>
    <w:p w:rsidR="009A14F8" w:rsidRPr="000E069D" w:rsidRDefault="009A14F8">
      <w:pPr>
        <w:jc w:val="both"/>
        <w:rPr>
          <w:sz w:val="16"/>
          <w:szCs w:val="16"/>
        </w:rPr>
      </w:pPr>
    </w:p>
    <w:p w:rsidR="009A14F8" w:rsidRDefault="009A14F8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9A14F8" w:rsidRDefault="009A14F8">
      <w:pPr>
        <w:ind w:left="5664" w:firstLine="708"/>
        <w:jc w:val="both"/>
        <w:rPr>
          <w:sz w:val="22"/>
        </w:rPr>
      </w:pPr>
    </w:p>
    <w:p w:rsidR="009A14F8" w:rsidRDefault="009A14F8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9A14F8" w:rsidRDefault="009A14F8" w:rsidP="0024406D">
      <w:pPr>
        <w:jc w:val="both"/>
        <w:rPr>
          <w:sz w:val="22"/>
        </w:rPr>
      </w:pPr>
    </w:p>
    <w:p w:rsidR="009A14F8" w:rsidRDefault="009A14F8" w:rsidP="0024406D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9A14F8" w:rsidRDefault="009A14F8" w:rsidP="00D02692">
      <w:pPr>
        <w:rPr>
          <w:sz w:val="22"/>
          <w:szCs w:val="22"/>
        </w:rPr>
      </w:pPr>
    </w:p>
    <w:p w:rsidR="009A14F8" w:rsidRPr="0060732C" w:rsidRDefault="009A14F8" w:rsidP="00D02692">
      <w:pPr>
        <w:jc w:val="right"/>
      </w:pPr>
      <w:r w:rsidRPr="0060732C">
        <w:t>Allegato 1</w:t>
      </w:r>
    </w:p>
    <w:p w:rsidR="009A14F8" w:rsidRPr="0060732C" w:rsidRDefault="009A14F8" w:rsidP="00D02692">
      <w:pPr>
        <w:jc w:val="right"/>
      </w:pPr>
    </w:p>
    <w:p w:rsidR="009A14F8" w:rsidRPr="0060732C" w:rsidRDefault="009A14F8" w:rsidP="00D02692">
      <w:pPr>
        <w:jc w:val="right"/>
      </w:pPr>
    </w:p>
    <w:p w:rsidR="009A14F8" w:rsidRPr="0060732C" w:rsidRDefault="009A14F8" w:rsidP="00D02692">
      <w:r w:rsidRPr="0060732C">
        <w:t>A) Seminari/stage/corsi svolti presso Istituzioni o Enti pubblici:</w:t>
      </w:r>
    </w:p>
    <w:p w:rsidR="009A14F8" w:rsidRPr="0060732C" w:rsidRDefault="009A14F8" w:rsidP="00D02692">
      <w:pPr>
        <w:rPr>
          <w:sz w:val="20"/>
        </w:rPr>
      </w:pPr>
      <w:r w:rsidRPr="0060732C">
        <w:rPr>
          <w:sz w:val="20"/>
        </w:rPr>
        <w:t xml:space="preserve">            </w:t>
      </w:r>
      <w:r>
        <w:rPr>
          <w:sz w:val="20"/>
        </w:rPr>
        <w:t>s</w:t>
      </w:r>
      <w:r w:rsidRPr="0060732C">
        <w:rPr>
          <w:sz w:val="20"/>
        </w:rPr>
        <w:t>eminario/stage/corso                                        Istituzione o Ente                               durata</w:t>
      </w:r>
    </w:p>
    <w:p w:rsidR="009A14F8" w:rsidRPr="0060732C" w:rsidRDefault="009A14F8" w:rsidP="00D02692">
      <w:r w:rsidRPr="0060732C">
        <w:t xml:space="preserve">    ______________________                 __________________            ___________</w:t>
      </w:r>
    </w:p>
    <w:p w:rsidR="009A14F8" w:rsidRPr="0060732C" w:rsidRDefault="009A14F8" w:rsidP="00D02692">
      <w:r w:rsidRPr="0060732C">
        <w:t xml:space="preserve">    ______________________                 __________________            ___________</w:t>
      </w:r>
    </w:p>
    <w:p w:rsidR="009A14F8" w:rsidRPr="0060732C" w:rsidRDefault="009A14F8" w:rsidP="00D02692">
      <w:r w:rsidRPr="0060732C">
        <w:t xml:space="preserve">    ______________________                 __________________            ___________</w:t>
      </w:r>
    </w:p>
    <w:p w:rsidR="009A14F8" w:rsidRPr="0060732C" w:rsidRDefault="009A14F8" w:rsidP="00D02692">
      <w:r w:rsidRPr="0060732C">
        <w:t xml:space="preserve">    ______________________                 __________________            ___________</w:t>
      </w:r>
    </w:p>
    <w:p w:rsidR="009A14F8" w:rsidRPr="0060732C" w:rsidRDefault="009A14F8" w:rsidP="00D02692">
      <w:r w:rsidRPr="0060732C">
        <w:t xml:space="preserve">    ______________________                 __________________            ___________</w:t>
      </w:r>
    </w:p>
    <w:p w:rsidR="009A14F8" w:rsidRPr="0060732C" w:rsidRDefault="009A14F8" w:rsidP="00D02692"/>
    <w:p w:rsidR="009A14F8" w:rsidRPr="0060732C" w:rsidRDefault="009A14F8" w:rsidP="00D02692">
      <w:r w:rsidRPr="0060732C">
        <w:t>B) Altre attività:</w:t>
      </w:r>
    </w:p>
    <w:p w:rsidR="009A14F8" w:rsidRPr="0060732C" w:rsidRDefault="009A14F8" w:rsidP="00D02692">
      <w:r w:rsidRPr="0060732C">
        <w:t xml:space="preserve">    _________________________________________________________________</w:t>
      </w:r>
    </w:p>
    <w:p w:rsidR="009A14F8" w:rsidRPr="0060732C" w:rsidRDefault="009A14F8" w:rsidP="00D02692">
      <w:r w:rsidRPr="0060732C">
        <w:t xml:space="preserve">    _________________________________________________________________</w:t>
      </w:r>
    </w:p>
    <w:p w:rsidR="009A14F8" w:rsidRPr="0060732C" w:rsidRDefault="009A14F8" w:rsidP="00D02692">
      <w:r w:rsidRPr="0060732C">
        <w:t xml:space="preserve">    _________________________________________________________________</w:t>
      </w:r>
    </w:p>
    <w:p w:rsidR="009A14F8" w:rsidRPr="0060732C" w:rsidRDefault="009A14F8" w:rsidP="00D02692">
      <w:r w:rsidRPr="0060732C">
        <w:t xml:space="preserve">    _________________________________________________________________</w:t>
      </w:r>
    </w:p>
    <w:p w:rsidR="009A14F8" w:rsidRPr="0060732C" w:rsidRDefault="009A14F8" w:rsidP="00D02692">
      <w:r w:rsidRPr="0060732C">
        <w:t xml:space="preserve">    _________________________________________________________________</w:t>
      </w:r>
    </w:p>
    <w:p w:rsidR="009A14F8" w:rsidRPr="0060732C" w:rsidRDefault="009A14F8" w:rsidP="00D02692"/>
    <w:p w:rsidR="009A14F8" w:rsidRPr="0060732C" w:rsidRDefault="009A14F8" w:rsidP="00D02692">
      <w:r w:rsidRPr="0060732C">
        <w:t>C) Pubblicazioni:</w:t>
      </w:r>
    </w:p>
    <w:p w:rsidR="009A14F8" w:rsidRDefault="009A14F8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 cartacea</w:t>
      </w:r>
      <w:r>
        <w:rPr>
          <w:sz w:val="22"/>
          <w:szCs w:val="22"/>
        </w:rPr>
        <w:t>:</w:t>
      </w:r>
    </w:p>
    <w:p w:rsidR="009A14F8" w:rsidRDefault="009A14F8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9A14F8" w:rsidRPr="00FC0E68" w:rsidRDefault="009A14F8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Default="009A14F8" w:rsidP="00D02692">
      <w:pPr>
        <w:ind w:firstLine="284"/>
        <w:rPr>
          <w:sz w:val="22"/>
          <w:szCs w:val="22"/>
        </w:rPr>
      </w:pPr>
    </w:p>
    <w:p w:rsidR="009A14F8" w:rsidRDefault="009A14F8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</w:t>
      </w:r>
      <w:r>
        <w:rPr>
          <w:sz w:val="22"/>
          <w:szCs w:val="22"/>
        </w:rPr>
        <w:t xml:space="preserve"> non</w:t>
      </w:r>
      <w:r w:rsidRPr="0060732C">
        <w:rPr>
          <w:sz w:val="22"/>
          <w:szCs w:val="22"/>
        </w:rPr>
        <w:t xml:space="preserve"> cartacea</w:t>
      </w:r>
      <w:r>
        <w:rPr>
          <w:sz w:val="22"/>
          <w:szCs w:val="22"/>
        </w:rPr>
        <w:t>:</w:t>
      </w:r>
    </w:p>
    <w:p w:rsidR="009A14F8" w:rsidRDefault="009A14F8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9A14F8" w:rsidRPr="00FC0E68" w:rsidRDefault="009A14F8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9A14F8" w:rsidRPr="0060732C" w:rsidRDefault="009A14F8" w:rsidP="00D02692"/>
    <w:p w:rsidR="009A14F8" w:rsidRDefault="009A14F8" w:rsidP="00D02692">
      <w:r w:rsidRPr="0060732C">
        <w:t xml:space="preserve">D) </w:t>
      </w:r>
      <w:r>
        <w:t>Conoscenza certificata di lingue straniere</w:t>
      </w:r>
      <w:r w:rsidRPr="0060732C">
        <w:t>:</w:t>
      </w:r>
    </w:p>
    <w:p w:rsidR="009A14F8" w:rsidRDefault="009A14F8" w:rsidP="00D02692">
      <w:pPr>
        <w:ind w:firstLine="284"/>
        <w:rPr>
          <w:sz w:val="20"/>
        </w:rPr>
      </w:pPr>
      <w:r>
        <w:t xml:space="preserve">          </w:t>
      </w:r>
      <w:r w:rsidRPr="0060732C">
        <w:rPr>
          <w:sz w:val="20"/>
        </w:rPr>
        <w:t>lingua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livello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attestato</w:t>
      </w:r>
    </w:p>
    <w:p w:rsidR="009A14F8" w:rsidRPr="00FC0E68" w:rsidRDefault="009A14F8" w:rsidP="00D02692">
      <w:pPr>
        <w:ind w:firstLine="284"/>
      </w:pPr>
      <w:r w:rsidRPr="00FC0E68">
        <w:t>________________</w:t>
      </w:r>
      <w:r w:rsidRPr="00FC0E68">
        <w:tab/>
        <w:t>______________</w:t>
      </w:r>
      <w:r w:rsidRPr="00FC0E68">
        <w:tab/>
        <w:t>______________________</w:t>
      </w:r>
      <w:r>
        <w:t>____</w:t>
      </w:r>
      <w:r w:rsidRPr="00FC0E68">
        <w:t>__</w:t>
      </w:r>
    </w:p>
    <w:p w:rsidR="009A14F8" w:rsidRPr="0060732C" w:rsidRDefault="009A14F8" w:rsidP="00D02692">
      <w:pPr>
        <w:ind w:firstLine="284"/>
      </w:pPr>
      <w:r w:rsidRPr="0060732C">
        <w:t>________________</w:t>
      </w:r>
      <w:r w:rsidRPr="0060732C">
        <w:tab/>
        <w:t>______________</w:t>
      </w:r>
      <w:r w:rsidRPr="0060732C">
        <w:tab/>
        <w:t>_________________</w:t>
      </w:r>
      <w:r>
        <w:t>____</w:t>
      </w:r>
      <w:r w:rsidRPr="0060732C">
        <w:t>_______</w:t>
      </w:r>
    </w:p>
    <w:p w:rsidR="009A14F8" w:rsidRPr="0060732C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043D9F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9A14F8" w:rsidRDefault="009A14F8" w:rsidP="00D02692">
      <w:pPr>
        <w:ind w:firstLine="284"/>
        <w:rPr>
          <w:sz w:val="20"/>
        </w:rPr>
      </w:pPr>
    </w:p>
    <w:p w:rsidR="009A14F8" w:rsidRDefault="009A14F8" w:rsidP="00D02692">
      <w:pPr>
        <w:ind w:firstLine="284"/>
        <w:rPr>
          <w:sz w:val="20"/>
        </w:rPr>
      </w:pPr>
    </w:p>
    <w:p w:rsidR="009A14F8" w:rsidRPr="0060732C" w:rsidRDefault="009A14F8" w:rsidP="00D02692">
      <w:pPr>
        <w:ind w:firstLine="284"/>
        <w:rPr>
          <w:sz w:val="20"/>
        </w:rPr>
      </w:pPr>
    </w:p>
    <w:p w:rsidR="009A14F8" w:rsidRDefault="009A14F8" w:rsidP="00043D9F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9A14F8" w:rsidRDefault="009A14F8" w:rsidP="00043D9F">
      <w:pPr>
        <w:jc w:val="both"/>
        <w:rPr>
          <w:sz w:val="22"/>
        </w:rPr>
      </w:pPr>
    </w:p>
    <w:p w:rsidR="009A14F8" w:rsidRDefault="009A14F8" w:rsidP="00043D9F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9A14F8" w:rsidRDefault="009A14F8" w:rsidP="00D02692">
      <w:pPr>
        <w:jc w:val="both"/>
        <w:rPr>
          <w:sz w:val="22"/>
        </w:rPr>
      </w:pPr>
    </w:p>
    <w:sectPr w:rsidR="009A14F8" w:rsidSect="00FF5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851" w:left="1134" w:header="42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F8" w:rsidRDefault="009A14F8">
      <w:r>
        <w:separator/>
      </w:r>
    </w:p>
  </w:endnote>
  <w:endnote w:type="continuationSeparator" w:id="0">
    <w:p w:rsidR="009A14F8" w:rsidRDefault="009A1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Footer"/>
      <w:rPr>
        <w:sz w:val="20"/>
      </w:rPr>
    </w:pP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di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ab/>
    </w:r>
    <w:r w:rsidRPr="00FF569D">
      <w:rPr>
        <w:sz w:val="14"/>
        <w:szCs w:val="14"/>
      </w:rPr>
      <w:t xml:space="preserve"> </w:t>
    </w:r>
    <w:r>
      <w:rPr>
        <w:sz w:val="14"/>
        <w:szCs w:val="14"/>
      </w:rPr>
      <w:t>mod2017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F8" w:rsidRDefault="009A14F8">
      <w:r>
        <w:separator/>
      </w:r>
    </w:p>
  </w:footnote>
  <w:footnote w:type="continuationSeparator" w:id="0">
    <w:p w:rsidR="009A14F8" w:rsidRDefault="009A14F8">
      <w:r>
        <w:continuationSeparator/>
      </w:r>
    </w:p>
  </w:footnote>
  <w:footnote w:id="1">
    <w:p w:rsidR="009A14F8" w:rsidRDefault="009A14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5FA6">
        <w:t>Indicare nell’Allegato 1, punto A) solo seminari/stage/corsi svolti presso Istituzioni o Enti pubblici, specificando la relativa durata.</w:t>
      </w:r>
    </w:p>
  </w:footnote>
  <w:footnote w:id="2">
    <w:p w:rsidR="009A14F8" w:rsidRDefault="009A14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5FA6">
        <w:t>Specificare nell’Allegato 1, punto C).</w:t>
      </w:r>
    </w:p>
  </w:footnote>
  <w:footnote w:id="3">
    <w:p w:rsidR="009A14F8" w:rsidRDefault="009A14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5FA6">
        <w:t>Indicare nell’Allegato 1, punto D), la lingua ed il livello.</w:t>
      </w:r>
    </w:p>
  </w:footnote>
  <w:footnote w:id="4">
    <w:p w:rsidR="009A14F8" w:rsidRDefault="009A14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C5FA6">
        <w:t>Attività da specificare nell’Allegato 1, punto B).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F8" w:rsidRDefault="009A14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F6919"/>
    <w:multiLevelType w:val="hybridMultilevel"/>
    <w:tmpl w:val="596A90B4"/>
    <w:lvl w:ilvl="0" w:tplc="6C72C1C6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D057F"/>
    <w:multiLevelType w:val="hybridMultilevel"/>
    <w:tmpl w:val="CCE06518"/>
    <w:lvl w:ilvl="0" w:tplc="2ACC3B1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081"/>
    <w:rsid w:val="00002630"/>
    <w:rsid w:val="00005830"/>
    <w:rsid w:val="00043D9F"/>
    <w:rsid w:val="000505C6"/>
    <w:rsid w:val="0006740D"/>
    <w:rsid w:val="000C5B6C"/>
    <w:rsid w:val="000D38ED"/>
    <w:rsid w:val="000E069D"/>
    <w:rsid w:val="00140E96"/>
    <w:rsid w:val="00186FC3"/>
    <w:rsid w:val="0019181F"/>
    <w:rsid w:val="001A54DE"/>
    <w:rsid w:val="001F1B33"/>
    <w:rsid w:val="0022498B"/>
    <w:rsid w:val="00235EBC"/>
    <w:rsid w:val="0024406D"/>
    <w:rsid w:val="0029649E"/>
    <w:rsid w:val="00297127"/>
    <w:rsid w:val="002A254E"/>
    <w:rsid w:val="002B1F01"/>
    <w:rsid w:val="002B73A9"/>
    <w:rsid w:val="002D5293"/>
    <w:rsid w:val="002D5D6A"/>
    <w:rsid w:val="00306FFC"/>
    <w:rsid w:val="00312B44"/>
    <w:rsid w:val="00314745"/>
    <w:rsid w:val="00324C15"/>
    <w:rsid w:val="003402D3"/>
    <w:rsid w:val="00351B52"/>
    <w:rsid w:val="003716F0"/>
    <w:rsid w:val="00380C8A"/>
    <w:rsid w:val="003873E7"/>
    <w:rsid w:val="003900D9"/>
    <w:rsid w:val="003D0F5C"/>
    <w:rsid w:val="003D3477"/>
    <w:rsid w:val="003E3DB9"/>
    <w:rsid w:val="004134FC"/>
    <w:rsid w:val="004203E2"/>
    <w:rsid w:val="00450A75"/>
    <w:rsid w:val="004823CC"/>
    <w:rsid w:val="0049637F"/>
    <w:rsid w:val="004D71D5"/>
    <w:rsid w:val="004E1E66"/>
    <w:rsid w:val="00501E1B"/>
    <w:rsid w:val="0051639D"/>
    <w:rsid w:val="00522182"/>
    <w:rsid w:val="00524193"/>
    <w:rsid w:val="005431A5"/>
    <w:rsid w:val="00564DBF"/>
    <w:rsid w:val="005B6E8B"/>
    <w:rsid w:val="005C5FA6"/>
    <w:rsid w:val="005D7D5D"/>
    <w:rsid w:val="00606BE3"/>
    <w:rsid w:val="0060732C"/>
    <w:rsid w:val="00620E76"/>
    <w:rsid w:val="006408BB"/>
    <w:rsid w:val="006540C1"/>
    <w:rsid w:val="006F1F98"/>
    <w:rsid w:val="00703A7D"/>
    <w:rsid w:val="00716656"/>
    <w:rsid w:val="00736A4A"/>
    <w:rsid w:val="00785F63"/>
    <w:rsid w:val="007F1056"/>
    <w:rsid w:val="007F47AF"/>
    <w:rsid w:val="00806CD6"/>
    <w:rsid w:val="00860E90"/>
    <w:rsid w:val="008C7CB1"/>
    <w:rsid w:val="008D1957"/>
    <w:rsid w:val="00930955"/>
    <w:rsid w:val="009344D5"/>
    <w:rsid w:val="009620FF"/>
    <w:rsid w:val="00974235"/>
    <w:rsid w:val="009A14F8"/>
    <w:rsid w:val="009B17CE"/>
    <w:rsid w:val="009B2C3D"/>
    <w:rsid w:val="009B3449"/>
    <w:rsid w:val="009D7A35"/>
    <w:rsid w:val="009E22BD"/>
    <w:rsid w:val="00A144E6"/>
    <w:rsid w:val="00A571E7"/>
    <w:rsid w:val="00A71EFD"/>
    <w:rsid w:val="00AC0C7A"/>
    <w:rsid w:val="00AC7AD9"/>
    <w:rsid w:val="00AD5056"/>
    <w:rsid w:val="00AE1081"/>
    <w:rsid w:val="00B5098B"/>
    <w:rsid w:val="00BC2816"/>
    <w:rsid w:val="00BC7FB2"/>
    <w:rsid w:val="00BD73BD"/>
    <w:rsid w:val="00BE4144"/>
    <w:rsid w:val="00C3192F"/>
    <w:rsid w:val="00C56571"/>
    <w:rsid w:val="00C77C7A"/>
    <w:rsid w:val="00CC52D0"/>
    <w:rsid w:val="00CD1571"/>
    <w:rsid w:val="00CE4FA0"/>
    <w:rsid w:val="00CF2108"/>
    <w:rsid w:val="00D02692"/>
    <w:rsid w:val="00D04FBB"/>
    <w:rsid w:val="00D33F02"/>
    <w:rsid w:val="00D42431"/>
    <w:rsid w:val="00D54B89"/>
    <w:rsid w:val="00D82E74"/>
    <w:rsid w:val="00D9551D"/>
    <w:rsid w:val="00DB24C2"/>
    <w:rsid w:val="00DB3318"/>
    <w:rsid w:val="00DB45A7"/>
    <w:rsid w:val="00DD319A"/>
    <w:rsid w:val="00E0309E"/>
    <w:rsid w:val="00E22D5B"/>
    <w:rsid w:val="00E636AF"/>
    <w:rsid w:val="00E757E6"/>
    <w:rsid w:val="00E9599B"/>
    <w:rsid w:val="00EA4DE7"/>
    <w:rsid w:val="00EA7DB6"/>
    <w:rsid w:val="00ED63F5"/>
    <w:rsid w:val="00ED71FE"/>
    <w:rsid w:val="00ED75AB"/>
    <w:rsid w:val="00F0280A"/>
    <w:rsid w:val="00F63751"/>
    <w:rsid w:val="00F73C06"/>
    <w:rsid w:val="00F9451B"/>
    <w:rsid w:val="00FC0E68"/>
    <w:rsid w:val="00FC7240"/>
    <w:rsid w:val="00FE0F18"/>
    <w:rsid w:val="00FF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40C1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40C1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7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7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540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7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540C1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6540C1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3278D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6540C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278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6540C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278D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6540C1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3278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64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DB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C5FA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961</Words>
  <Characters>5478</Characters>
  <Application>Microsoft Office Outlook</Application>
  <DocSecurity>0</DocSecurity>
  <Lines>0</Lines>
  <Paragraphs>0</Paragraphs>
  <ScaleCrop>false</ScaleCrop>
  <Company>CORTE COSTITUZIONALE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TIROCINIO</dc:title>
  <dc:subject/>
  <dc:creator>de luca</dc:creator>
  <cp:keywords/>
  <dc:description/>
  <cp:lastModifiedBy>Anna</cp:lastModifiedBy>
  <cp:revision>2</cp:revision>
  <cp:lastPrinted>2017-04-03T10:55:00Z</cp:lastPrinted>
  <dcterms:created xsi:type="dcterms:W3CDTF">2017-04-03T10:55:00Z</dcterms:created>
  <dcterms:modified xsi:type="dcterms:W3CDTF">2017-04-03T10:55:00Z</dcterms:modified>
</cp:coreProperties>
</file>